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88A08" w14:textId="77777777" w:rsidR="007B06E8" w:rsidRPr="00B169DF" w:rsidRDefault="007B06E8" w:rsidP="007B06E8">
      <w:pPr>
        <w:spacing w:line="240" w:lineRule="auto"/>
        <w:jc w:val="right"/>
        <w:rPr>
          <w:rFonts w:ascii="Corbel" w:hAnsi="Corbel"/>
          <w:bCs/>
          <w:i/>
        </w:rPr>
      </w:pPr>
      <w:r w:rsidRPr="004919F0">
        <w:rPr>
          <w:rFonts w:ascii="Corbel" w:hAnsi="Corbel"/>
          <w:bCs/>
          <w:i/>
        </w:rPr>
        <w:t>Załącznik nr 1.5 do Zarządzenia Rektora UR nr 61/2025</w:t>
      </w:r>
    </w:p>
    <w:p w14:paraId="73243AE1" w14:textId="77777777" w:rsidR="007B06E8" w:rsidRPr="00B169DF" w:rsidRDefault="007B06E8" w:rsidP="007B06E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4FF3D21B" w14:textId="77777777" w:rsidR="007B06E8" w:rsidRPr="00B169DF" w:rsidRDefault="007B06E8" w:rsidP="007B06E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2025-2027</w:t>
      </w:r>
    </w:p>
    <w:p w14:paraId="57D04620" w14:textId="77777777" w:rsidR="007B06E8" w:rsidRPr="00B169DF" w:rsidRDefault="007B06E8" w:rsidP="007B06E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6C1F1E2D" w14:textId="77777777" w:rsidR="007B06E8" w:rsidRPr="00B169DF" w:rsidRDefault="007B06E8" w:rsidP="007B06E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1E298846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5DA83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17E617F" w14:textId="77777777" w:rsidTr="00007BF7">
        <w:tc>
          <w:tcPr>
            <w:tcW w:w="2694" w:type="dxa"/>
            <w:vAlign w:val="center"/>
          </w:tcPr>
          <w:p w14:paraId="360A339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6944BA" w14:textId="4E63A69C" w:rsidR="0085747A" w:rsidRPr="00B169DF" w:rsidRDefault="00426A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Warsztaty negocjacji</w:t>
            </w:r>
          </w:p>
        </w:tc>
      </w:tr>
      <w:tr w:rsidR="0085747A" w:rsidRPr="00B169DF" w14:paraId="50449669" w14:textId="77777777" w:rsidTr="00007BF7">
        <w:tc>
          <w:tcPr>
            <w:tcW w:w="2694" w:type="dxa"/>
            <w:vAlign w:val="center"/>
          </w:tcPr>
          <w:p w14:paraId="086F1B6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A34B4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B06E8" w:rsidRPr="00B169DF" w14:paraId="3BBAAF04" w14:textId="77777777" w:rsidTr="00007BF7">
        <w:tc>
          <w:tcPr>
            <w:tcW w:w="2694" w:type="dxa"/>
            <w:vAlign w:val="center"/>
          </w:tcPr>
          <w:p w14:paraId="724B1CBF" w14:textId="77777777" w:rsidR="007B06E8" w:rsidRPr="00B169DF" w:rsidRDefault="007B06E8" w:rsidP="007B06E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69ACD16" w14:textId="5346E073" w:rsidR="007B06E8" w:rsidRPr="00B169DF" w:rsidRDefault="007B06E8" w:rsidP="007B06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7B06E8" w:rsidRPr="00B169DF" w14:paraId="7ADB698E" w14:textId="77777777" w:rsidTr="00007BF7">
        <w:tc>
          <w:tcPr>
            <w:tcW w:w="2694" w:type="dxa"/>
            <w:vAlign w:val="center"/>
          </w:tcPr>
          <w:p w14:paraId="03D9071F" w14:textId="77777777" w:rsidR="007B06E8" w:rsidRPr="00B169DF" w:rsidRDefault="007B06E8" w:rsidP="007B06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F2DB7F" w14:textId="41950750" w:rsidR="007B06E8" w:rsidRPr="00B169DF" w:rsidRDefault="007B06E8" w:rsidP="007B06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B169DF" w14:paraId="3C479C48" w14:textId="77777777" w:rsidTr="00007BF7">
        <w:tc>
          <w:tcPr>
            <w:tcW w:w="2694" w:type="dxa"/>
            <w:vAlign w:val="center"/>
          </w:tcPr>
          <w:p w14:paraId="4E6D654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D3E010" w14:textId="7A3F0054" w:rsidR="0085747A" w:rsidRPr="00B169DF" w:rsidRDefault="00007B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B169DF" w14:paraId="4E88B8BD" w14:textId="77777777" w:rsidTr="00007BF7">
        <w:tc>
          <w:tcPr>
            <w:tcW w:w="2694" w:type="dxa"/>
            <w:vAlign w:val="center"/>
          </w:tcPr>
          <w:p w14:paraId="22434129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794EB" w14:textId="3B6BC268" w:rsidR="0085747A" w:rsidRPr="00B169DF" w:rsidRDefault="00007B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B169DF" w14:paraId="23A688AE" w14:textId="77777777" w:rsidTr="00007BF7">
        <w:tc>
          <w:tcPr>
            <w:tcW w:w="2694" w:type="dxa"/>
            <w:vAlign w:val="center"/>
          </w:tcPr>
          <w:p w14:paraId="6E23FB6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71A3D1" w14:textId="34276249" w:rsidR="0085747A" w:rsidRPr="00B169DF" w:rsidRDefault="00007B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103F39EC" w14:textId="77777777" w:rsidTr="00007BF7">
        <w:tc>
          <w:tcPr>
            <w:tcW w:w="2694" w:type="dxa"/>
            <w:vAlign w:val="center"/>
          </w:tcPr>
          <w:p w14:paraId="46D6498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EF950" w14:textId="31B10F54" w:rsidR="0085747A" w:rsidRPr="00B169DF" w:rsidRDefault="0055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668FFE72" w14:textId="77777777" w:rsidTr="00007BF7">
        <w:tc>
          <w:tcPr>
            <w:tcW w:w="2694" w:type="dxa"/>
            <w:vAlign w:val="center"/>
          </w:tcPr>
          <w:p w14:paraId="649DCDA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E66A7D" w14:textId="0AC1C5FE" w:rsidR="0085747A" w:rsidRPr="00B169DF" w:rsidRDefault="00007B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III</w:t>
            </w:r>
          </w:p>
        </w:tc>
      </w:tr>
      <w:tr w:rsidR="0085747A" w:rsidRPr="00B169DF" w14:paraId="4F3BFCBC" w14:textId="77777777" w:rsidTr="00007BF7">
        <w:tc>
          <w:tcPr>
            <w:tcW w:w="2694" w:type="dxa"/>
            <w:vAlign w:val="center"/>
          </w:tcPr>
          <w:p w14:paraId="3D214EB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D62451" w14:textId="4515BDFE" w:rsidR="0085747A" w:rsidRPr="00B169DF" w:rsidRDefault="0055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B169DF" w14:paraId="3334DA5F" w14:textId="77777777" w:rsidTr="00007BF7">
        <w:tc>
          <w:tcPr>
            <w:tcW w:w="2694" w:type="dxa"/>
            <w:vAlign w:val="center"/>
          </w:tcPr>
          <w:p w14:paraId="4B5B92CF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1BF93A" w14:textId="1A2FCE6B" w:rsidR="00923D7D" w:rsidRPr="00B169DF" w:rsidRDefault="00007B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22D64D91" w14:textId="77777777" w:rsidTr="00007BF7">
        <w:tc>
          <w:tcPr>
            <w:tcW w:w="2694" w:type="dxa"/>
            <w:vAlign w:val="center"/>
          </w:tcPr>
          <w:p w14:paraId="0DAA401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6A4498" w14:textId="09F53E94" w:rsidR="0085747A" w:rsidRPr="00B169DF" w:rsidRDefault="00007B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Beata Guzowska prof. UR</w:t>
            </w:r>
          </w:p>
        </w:tc>
      </w:tr>
      <w:tr w:rsidR="00007BF7" w:rsidRPr="00B169DF" w14:paraId="7C5E489D" w14:textId="77777777" w:rsidTr="00007BF7">
        <w:tc>
          <w:tcPr>
            <w:tcW w:w="2694" w:type="dxa"/>
            <w:vAlign w:val="center"/>
          </w:tcPr>
          <w:p w14:paraId="126A7F0F" w14:textId="77777777" w:rsidR="00007BF7" w:rsidRPr="00B169DF" w:rsidRDefault="00007BF7" w:rsidP="00007B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990B96" w14:textId="5EB73C8C" w:rsidR="00007BF7" w:rsidRPr="00B169DF" w:rsidRDefault="00007BF7" w:rsidP="00007B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Beata Guzowska prof. UR</w:t>
            </w:r>
          </w:p>
        </w:tc>
      </w:tr>
    </w:tbl>
    <w:p w14:paraId="4814A80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B7F955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90572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0C43A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689D69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1A69BD3F" w:rsidR="00015B8F" w:rsidRPr="00B169DF" w:rsidRDefault="009738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2F3B8BAA" w:rsidR="00015B8F" w:rsidRPr="00B169DF" w:rsidRDefault="009738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658DCE1C" w:rsidR="00015B8F" w:rsidRPr="00B169DF" w:rsidRDefault="009738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B169DF" w14:paraId="4E433E8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0EB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64F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D25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35A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B81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DFD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D9C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A5D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47B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98D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4C2001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9ECF6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54703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1AEB96CD" w:rsidR="0085747A" w:rsidRPr="00B169DF" w:rsidRDefault="0097388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EBB96D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75B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F826EB" w14:textId="49FB3A69" w:rsidR="00973886" w:rsidRPr="00B169DF" w:rsidRDefault="0097388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ZALICZENIE Z OCENĄ</w:t>
      </w:r>
    </w:p>
    <w:p w14:paraId="2A3114D1" w14:textId="0D755DE5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8523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80DD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82094" w14:textId="77777777" w:rsidTr="00745302">
        <w:tc>
          <w:tcPr>
            <w:tcW w:w="9670" w:type="dxa"/>
          </w:tcPr>
          <w:p w14:paraId="7EE216F8" w14:textId="4D27F5C8" w:rsidR="0085747A" w:rsidRPr="00B169DF" w:rsidRDefault="00045352" w:rsidP="0004535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6FD1">
              <w:rPr>
                <w:rStyle w:val="wrtext"/>
                <w:rFonts w:ascii="Corbel" w:hAnsi="Corbel"/>
                <w:b w:val="0"/>
                <w:bCs/>
              </w:rPr>
              <w:t>Student powinien mieć podstawową wiedzę z zakresu komunikowania interpersonalnego</w:t>
            </w:r>
            <w:r>
              <w:rPr>
                <w:rStyle w:val="wrtext"/>
                <w:rFonts w:ascii="Corbel" w:hAnsi="Corbel"/>
                <w:b w:val="0"/>
                <w:bCs/>
              </w:rPr>
              <w:t>, społecznego;</w:t>
            </w:r>
          </w:p>
        </w:tc>
      </w:tr>
    </w:tbl>
    <w:p w14:paraId="236BB1C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0542800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1AC7C70C" w14:textId="77777777" w:rsidTr="00A41551">
        <w:tc>
          <w:tcPr>
            <w:tcW w:w="844" w:type="dxa"/>
            <w:vAlign w:val="center"/>
          </w:tcPr>
          <w:p w14:paraId="478F67C2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38C5C8F" w14:textId="783C5E18" w:rsidR="0085747A" w:rsidRPr="00B169DF" w:rsidRDefault="008123BA" w:rsidP="00FB7D3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praktyczne do prowadzenia negocjacji;</w:t>
            </w:r>
          </w:p>
        </w:tc>
      </w:tr>
      <w:tr w:rsidR="00A41551" w:rsidRPr="00B169DF" w14:paraId="57A412CE" w14:textId="77777777" w:rsidTr="00A41551">
        <w:tc>
          <w:tcPr>
            <w:tcW w:w="844" w:type="dxa"/>
            <w:vAlign w:val="center"/>
          </w:tcPr>
          <w:p w14:paraId="7D2BDCD1" w14:textId="25E41B90" w:rsidR="00A41551" w:rsidRPr="00B169DF" w:rsidRDefault="00A41551" w:rsidP="00A4155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6C32661" w14:textId="5F30E3C3" w:rsidR="00A41551" w:rsidRPr="00B169DF" w:rsidRDefault="00A41551" w:rsidP="00FB7D3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Dostrzeganie potrzeb negocjowania w różnych sytuacjach zawodowych;</w:t>
            </w:r>
          </w:p>
        </w:tc>
      </w:tr>
      <w:tr w:rsidR="00A41551" w:rsidRPr="00B169DF" w14:paraId="01C73F14" w14:textId="77777777" w:rsidTr="00A41551">
        <w:tc>
          <w:tcPr>
            <w:tcW w:w="844" w:type="dxa"/>
            <w:vAlign w:val="center"/>
          </w:tcPr>
          <w:p w14:paraId="4C72522F" w14:textId="4FD5FBFC" w:rsidR="00A41551" w:rsidRPr="00B169DF" w:rsidRDefault="00A41551" w:rsidP="00A415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58C7BDBF" w14:textId="6F4DF485" w:rsidR="00A41551" w:rsidRPr="00B169DF" w:rsidRDefault="00A41551" w:rsidP="00FB7D3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Znajomość i wykorzystanie technik i stylów negocjacji w różnych sytuacjach;</w:t>
            </w:r>
          </w:p>
        </w:tc>
      </w:tr>
    </w:tbl>
    <w:p w14:paraId="53CB8AF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560EBC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B169DF" w14:paraId="2F4B4ED8" w14:textId="77777777" w:rsidTr="006079BE">
        <w:tc>
          <w:tcPr>
            <w:tcW w:w="1678" w:type="dxa"/>
            <w:vAlign w:val="center"/>
          </w:tcPr>
          <w:p w14:paraId="0242F36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5D80D81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2EFA9A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5281B8F7" w14:textId="77777777" w:rsidTr="006079BE">
        <w:tc>
          <w:tcPr>
            <w:tcW w:w="1678" w:type="dxa"/>
          </w:tcPr>
          <w:p w14:paraId="771C87A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1C8C69E2" w14:textId="46F31739" w:rsidR="0085747A" w:rsidRPr="00B169DF" w:rsidRDefault="00CB7EF2" w:rsidP="00B021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rozumie i zna </w:t>
            </w:r>
            <w:r w:rsidRPr="00CB7EF2">
              <w:rPr>
                <w:rFonts w:ascii="Corbel" w:hAnsi="Corbel"/>
                <w:b w:val="0"/>
                <w:smallCaps w:val="0"/>
                <w:szCs w:val="24"/>
              </w:rPr>
              <w:t xml:space="preserve">w pogłębionym stopniu znaczenie wiedzy </w:t>
            </w:r>
            <w:r w:rsidR="0010551C">
              <w:rPr>
                <w:rFonts w:ascii="Corbel" w:hAnsi="Corbel"/>
                <w:b w:val="0"/>
                <w:smallCaps w:val="0"/>
                <w:szCs w:val="24"/>
              </w:rPr>
              <w:t xml:space="preserve">dotyczącej </w:t>
            </w:r>
            <w:r w:rsidRPr="00CB7EF2">
              <w:rPr>
                <w:rFonts w:ascii="Corbel" w:hAnsi="Corbel"/>
                <w:b w:val="0"/>
                <w:smallCaps w:val="0"/>
                <w:szCs w:val="24"/>
              </w:rPr>
              <w:t>komunikowani</w:t>
            </w:r>
            <w:r w:rsidR="0010551C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CB7EF2">
              <w:rPr>
                <w:rFonts w:ascii="Corbel" w:hAnsi="Corbel"/>
                <w:b w:val="0"/>
                <w:smallCaps w:val="0"/>
                <w:szCs w:val="24"/>
              </w:rPr>
              <w:t xml:space="preserve"> międzykulturow</w:t>
            </w:r>
            <w:r w:rsidR="0010551C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CB7EF2">
              <w:rPr>
                <w:rFonts w:ascii="Corbel" w:hAnsi="Corbel"/>
                <w:b w:val="0"/>
                <w:smallCaps w:val="0"/>
                <w:szCs w:val="24"/>
              </w:rPr>
              <w:t xml:space="preserve"> w systemie nauk oraz jej specyfikę metodologiczną</w:t>
            </w:r>
            <w:r w:rsidR="001C0B0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1C6CBB5" w14:textId="5D3162D6" w:rsidR="0085747A" w:rsidRPr="00B169DF" w:rsidRDefault="001C0B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B169DF" w14:paraId="6DA55FA2" w14:textId="77777777" w:rsidTr="006079BE">
        <w:tc>
          <w:tcPr>
            <w:tcW w:w="1678" w:type="dxa"/>
          </w:tcPr>
          <w:p w14:paraId="55A1D03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3BBEC5AC" w14:textId="01B2F650" w:rsidR="0085747A" w:rsidRPr="00B169DF" w:rsidRDefault="001C0B02" w:rsidP="00B021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rozumie i zna </w:t>
            </w:r>
            <w:r w:rsidRPr="001C0B02">
              <w:rPr>
                <w:rFonts w:ascii="Corbel" w:hAnsi="Corbel"/>
                <w:b w:val="0"/>
                <w:smallCaps w:val="0"/>
                <w:szCs w:val="24"/>
              </w:rPr>
              <w:t xml:space="preserve">fundamentalne dylematy związane z kontaktami międzykulturowymi </w:t>
            </w:r>
            <w:r w:rsidR="0010551C">
              <w:rPr>
                <w:rFonts w:ascii="Corbel" w:hAnsi="Corbel"/>
                <w:b w:val="0"/>
                <w:smallCaps w:val="0"/>
                <w:szCs w:val="24"/>
              </w:rPr>
              <w:t xml:space="preserve">w odniesieniu do negocjacji </w:t>
            </w:r>
            <w:r w:rsidRPr="001C0B02">
              <w:rPr>
                <w:rFonts w:ascii="Corbel" w:hAnsi="Corbel"/>
                <w:b w:val="0"/>
                <w:smallCaps w:val="0"/>
                <w:szCs w:val="24"/>
              </w:rPr>
              <w:t>we współczesnym świecie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B22796" w14:textId="1259334B" w:rsidR="0085747A" w:rsidRPr="00B169DF" w:rsidRDefault="001C0B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079B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5747A" w:rsidRPr="00B169DF" w14:paraId="4251E2C5" w14:textId="77777777" w:rsidTr="006079BE">
        <w:tc>
          <w:tcPr>
            <w:tcW w:w="1678" w:type="dxa"/>
          </w:tcPr>
          <w:p w14:paraId="7C52C841" w14:textId="65892C0D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F2B4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7" w:type="dxa"/>
          </w:tcPr>
          <w:p w14:paraId="0ED94FF1" w14:textId="215BB2E9" w:rsidR="0085747A" w:rsidRPr="00B169DF" w:rsidRDefault="001C0B02" w:rsidP="00B021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rozumie i zna </w:t>
            </w:r>
            <w:r w:rsidRPr="001C0B02">
              <w:rPr>
                <w:rFonts w:ascii="Corbel" w:hAnsi="Corbel"/>
                <w:b w:val="0"/>
                <w:smallCaps w:val="0"/>
                <w:szCs w:val="24"/>
              </w:rPr>
              <w:t xml:space="preserve">relacje między </w:t>
            </w:r>
            <w:proofErr w:type="spellStart"/>
            <w:r w:rsidR="0010551C" w:rsidRPr="001C0B02">
              <w:rPr>
                <w:rFonts w:ascii="Corbel" w:hAnsi="Corbel"/>
                <w:b w:val="0"/>
                <w:smallCaps w:val="0"/>
                <w:szCs w:val="24"/>
              </w:rPr>
              <w:t>społeczno</w:t>
            </w:r>
            <w:proofErr w:type="spellEnd"/>
            <w:r w:rsidR="0010551C" w:rsidRPr="001C0B02">
              <w:rPr>
                <w:rFonts w:ascii="Corbel" w:hAnsi="Corbel"/>
                <w:b w:val="0"/>
                <w:smallCaps w:val="0"/>
                <w:szCs w:val="24"/>
              </w:rPr>
              <w:t xml:space="preserve"> kulturalnymi </w:t>
            </w:r>
            <w:r w:rsidRPr="001C0B02">
              <w:rPr>
                <w:rFonts w:ascii="Corbel" w:hAnsi="Corbel"/>
                <w:b w:val="0"/>
                <w:smallCaps w:val="0"/>
                <w:szCs w:val="24"/>
              </w:rPr>
              <w:t>strukturami i instytucjami w skali międzynarodowej i międzykulturowej oraz normy i reguły (prawne, organizacyjne, moralne, etyczne) organizujące struktury i instytucje 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1DC7A70" w14:textId="53F37A4C" w:rsidR="0085747A" w:rsidRPr="00B169DF" w:rsidRDefault="001C0B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079B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EF2B46" w:rsidRPr="00B169DF" w14:paraId="7A489011" w14:textId="77777777" w:rsidTr="006079BE">
        <w:tc>
          <w:tcPr>
            <w:tcW w:w="1678" w:type="dxa"/>
          </w:tcPr>
          <w:p w14:paraId="5453CCF0" w14:textId="00550B03" w:rsidR="00EF2B46" w:rsidRPr="00B169DF" w:rsidRDefault="00EF2B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14:paraId="2DE9E503" w14:textId="6E81366A" w:rsidR="00EF2B46" w:rsidRPr="00B169DF" w:rsidRDefault="00CB7BE5" w:rsidP="00B021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="00A429C3">
              <w:rPr>
                <w:rFonts w:ascii="Corbel" w:hAnsi="Corbel"/>
                <w:b w:val="0"/>
                <w:smallCaps w:val="0"/>
                <w:szCs w:val="24"/>
              </w:rPr>
              <w:t xml:space="preserve">analizować, </w:t>
            </w:r>
            <w:r w:rsidRPr="00CB7BE5">
              <w:rPr>
                <w:rFonts w:ascii="Corbel" w:hAnsi="Corbel"/>
                <w:b w:val="0"/>
                <w:smallCaps w:val="0"/>
                <w:szCs w:val="24"/>
              </w:rPr>
              <w:t>wyszukiwać, oceniać, selekcjonować i użytkować informacje z dziedziny kultury z wykorzystaniem różnych źródeł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103650F" w14:textId="0332B856" w:rsidR="00EF2B46" w:rsidRPr="00B169DF" w:rsidRDefault="00CB7B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EF2B46" w:rsidRPr="00B169DF" w14:paraId="43D9AA75" w14:textId="77777777" w:rsidTr="006079BE">
        <w:tc>
          <w:tcPr>
            <w:tcW w:w="1678" w:type="dxa"/>
          </w:tcPr>
          <w:p w14:paraId="4CCBCF0B" w14:textId="6DA4E64D" w:rsidR="00EF2B46" w:rsidRPr="00B169DF" w:rsidRDefault="00EF2B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41D2A98B" w14:textId="5080CCEE" w:rsidR="00EF2B46" w:rsidRPr="00B169DF" w:rsidRDefault="00CB7BE5" w:rsidP="00B021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CB7BE5">
              <w:rPr>
                <w:rFonts w:ascii="Corbel" w:hAnsi="Corbel"/>
                <w:b w:val="0"/>
                <w:smallCaps w:val="0"/>
                <w:szCs w:val="24"/>
              </w:rPr>
              <w:t xml:space="preserve">dobierać właściwe metody i narzędzia, </w:t>
            </w:r>
            <w:r w:rsidR="00A429C3" w:rsidRPr="00CB7BE5">
              <w:rPr>
                <w:rFonts w:ascii="Corbel" w:hAnsi="Corbel"/>
                <w:b w:val="0"/>
                <w:smallCaps w:val="0"/>
                <w:szCs w:val="24"/>
              </w:rPr>
              <w:t xml:space="preserve">i stosować </w:t>
            </w:r>
            <w:r w:rsidRPr="00CB7BE5">
              <w:rPr>
                <w:rFonts w:ascii="Corbel" w:hAnsi="Corbel"/>
                <w:b w:val="0"/>
                <w:smallCaps w:val="0"/>
                <w:szCs w:val="24"/>
              </w:rPr>
              <w:t xml:space="preserve">zaawansowane techniki </w:t>
            </w:r>
            <w:proofErr w:type="spellStart"/>
            <w:r w:rsidRPr="00CB7BE5">
              <w:rPr>
                <w:rFonts w:ascii="Corbel" w:hAnsi="Corbel"/>
                <w:b w:val="0"/>
                <w:smallCaps w:val="0"/>
                <w:szCs w:val="24"/>
              </w:rPr>
              <w:t>informacyjno</w:t>
            </w:r>
            <w:proofErr w:type="spellEnd"/>
            <w:r w:rsidRPr="00CB7BE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CB7BE5">
              <w:rPr>
                <w:rFonts w:ascii="Corbel" w:hAnsi="Corbel"/>
                <w:b w:val="0"/>
                <w:smallCaps w:val="0"/>
                <w:szCs w:val="24"/>
              </w:rPr>
              <w:t>komunikacyjne</w:t>
            </w:r>
            <w:r w:rsidR="00A429C3">
              <w:rPr>
                <w:rFonts w:ascii="Corbel" w:hAnsi="Corbel"/>
                <w:b w:val="0"/>
                <w:smallCaps w:val="0"/>
                <w:szCs w:val="24"/>
              </w:rPr>
              <w:t xml:space="preserve"> w procesie negocjacji.</w:t>
            </w:r>
          </w:p>
        </w:tc>
        <w:tc>
          <w:tcPr>
            <w:tcW w:w="1865" w:type="dxa"/>
          </w:tcPr>
          <w:p w14:paraId="49BF1D73" w14:textId="3BFDC58D" w:rsidR="00EF2B46" w:rsidRPr="00B169DF" w:rsidRDefault="00CB7B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6079B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EF2B46" w:rsidRPr="00B169DF" w14:paraId="1DD54BFE" w14:textId="77777777" w:rsidTr="006079BE">
        <w:tc>
          <w:tcPr>
            <w:tcW w:w="1678" w:type="dxa"/>
          </w:tcPr>
          <w:p w14:paraId="106D10A4" w14:textId="05B4C89E" w:rsidR="00EF2B46" w:rsidRPr="00B169DF" w:rsidRDefault="00EF2B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14:paraId="432417A7" w14:textId="6CD82306" w:rsidR="00EF2B46" w:rsidRPr="00B169DF" w:rsidRDefault="00CB7BE5" w:rsidP="00B021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CB7BE5">
              <w:rPr>
                <w:rFonts w:ascii="Corbel" w:hAnsi="Corbel"/>
                <w:b w:val="0"/>
                <w:smallCaps w:val="0"/>
                <w:szCs w:val="24"/>
              </w:rPr>
              <w:t>prowadzić debatę</w:t>
            </w:r>
            <w:r w:rsidR="00C4056B">
              <w:rPr>
                <w:rFonts w:ascii="Corbel" w:hAnsi="Corbel"/>
                <w:b w:val="0"/>
                <w:smallCaps w:val="0"/>
                <w:szCs w:val="24"/>
              </w:rPr>
              <w:t>, konfrontację</w:t>
            </w:r>
            <w:r w:rsidRPr="00CB7BE5">
              <w:rPr>
                <w:rFonts w:ascii="Corbel" w:hAnsi="Corbel"/>
                <w:b w:val="0"/>
                <w:smallCaps w:val="0"/>
                <w:szCs w:val="24"/>
              </w:rPr>
              <w:t>; merytorycznie argumentować z wykorzystaniem poglądów własnych oraz innych autorów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AAC44B9" w14:textId="6E40B72D" w:rsidR="00EF2B46" w:rsidRPr="00B169DF" w:rsidRDefault="00CB7B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6079B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EF2B46" w:rsidRPr="00B169DF" w14:paraId="6E9AB306" w14:textId="77777777" w:rsidTr="006079BE">
        <w:tc>
          <w:tcPr>
            <w:tcW w:w="1678" w:type="dxa"/>
          </w:tcPr>
          <w:p w14:paraId="143DD1A1" w14:textId="073DFD41" w:rsidR="00EF2B46" w:rsidRPr="00B169DF" w:rsidRDefault="00EF2B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079B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7" w:type="dxa"/>
          </w:tcPr>
          <w:p w14:paraId="229FDCEA" w14:textId="68196D21" w:rsidR="00EF2B46" w:rsidRPr="00B169DF" w:rsidRDefault="00C457CE" w:rsidP="00B021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przygotowany do </w:t>
            </w:r>
            <w:r w:rsidRPr="00C457CE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przez siebie wiedzy, przyjmowania nowych </w:t>
            </w:r>
            <w:r w:rsidR="00C21983">
              <w:rPr>
                <w:rFonts w:ascii="Corbel" w:hAnsi="Corbel"/>
                <w:b w:val="0"/>
                <w:smallCaps w:val="0"/>
                <w:szCs w:val="24"/>
              </w:rPr>
              <w:t>pomysłów</w:t>
            </w:r>
            <w:r w:rsidRPr="00C457CE">
              <w:rPr>
                <w:rFonts w:ascii="Corbel" w:hAnsi="Corbel"/>
                <w:b w:val="0"/>
                <w:smallCaps w:val="0"/>
                <w:szCs w:val="24"/>
              </w:rPr>
              <w:t>, zmiany opinii w świetle dostępnych nowych argumentów oraz uznania znaczenia wiedzy w określaniu metod osiągania zakładanych przez siebie celów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9EAC529" w14:textId="6EB52B59" w:rsidR="00EF2B46" w:rsidRPr="00B169DF" w:rsidRDefault="00250B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EF2B46" w:rsidRPr="00B169DF" w14:paraId="320AF3DF" w14:textId="77777777" w:rsidTr="006079BE">
        <w:tc>
          <w:tcPr>
            <w:tcW w:w="1678" w:type="dxa"/>
          </w:tcPr>
          <w:p w14:paraId="3FD2D40E" w14:textId="7C5842B3" w:rsidR="00EF2B46" w:rsidRPr="00B169DF" w:rsidRDefault="00EF2B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079BE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7" w:type="dxa"/>
          </w:tcPr>
          <w:p w14:paraId="161E0610" w14:textId="4E97F3F9" w:rsidR="00EF2B46" w:rsidRPr="00B169DF" w:rsidRDefault="00C457CE" w:rsidP="00B021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przygotowany do </w:t>
            </w:r>
            <w:r w:rsidRPr="00C457CE">
              <w:rPr>
                <w:rFonts w:ascii="Corbel" w:hAnsi="Corbel"/>
                <w:b w:val="0"/>
                <w:smallCaps w:val="0"/>
                <w:szCs w:val="24"/>
              </w:rPr>
              <w:t xml:space="preserve">myślenia i działania w sposób </w:t>
            </w:r>
            <w:r w:rsidR="00C21983">
              <w:rPr>
                <w:rFonts w:ascii="Corbel" w:hAnsi="Corbel"/>
                <w:b w:val="0"/>
                <w:smallCaps w:val="0"/>
                <w:szCs w:val="24"/>
              </w:rPr>
              <w:t>kreatywny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8DB59A6" w14:textId="6C9708E2" w:rsidR="00EF2B46" w:rsidRPr="00B169DF" w:rsidRDefault="00250B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EF2B46" w:rsidRPr="00B169DF" w14:paraId="12044032" w14:textId="77777777" w:rsidTr="006079BE">
        <w:tc>
          <w:tcPr>
            <w:tcW w:w="1678" w:type="dxa"/>
          </w:tcPr>
          <w:p w14:paraId="70E15496" w14:textId="5B900D5B" w:rsidR="00EF2B46" w:rsidRPr="00B169DF" w:rsidRDefault="00EF2B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079BE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5977" w:type="dxa"/>
          </w:tcPr>
          <w:p w14:paraId="0F770464" w14:textId="47737977" w:rsidR="00EF2B46" w:rsidRPr="00B169DF" w:rsidRDefault="00C457CE" w:rsidP="00B021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przygotowany do </w:t>
            </w:r>
            <w:r w:rsidR="00242DA6" w:rsidRPr="00242DA6">
              <w:rPr>
                <w:rFonts w:ascii="Corbel" w:hAnsi="Corbel"/>
                <w:b w:val="0"/>
                <w:smallCaps w:val="0"/>
                <w:szCs w:val="24"/>
              </w:rPr>
              <w:t>uznania wpływu różnych zjawisk na komunikację międzykulturową i odpowiedzialnego pełnienia ról zawodowych w tym kontekście</w:t>
            </w:r>
            <w:r w:rsidR="00242D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3F03A95" w14:textId="2375632F" w:rsidR="00EF2B46" w:rsidRPr="00B169DF" w:rsidRDefault="00250B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A756F5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E2DC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A6F3A2E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817DF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747490" w14:textId="77777777" w:rsidTr="00F33CDF">
        <w:tc>
          <w:tcPr>
            <w:tcW w:w="9520" w:type="dxa"/>
          </w:tcPr>
          <w:p w14:paraId="66E4894E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6AF79FB9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B774D8" w14:textId="77777777" w:rsidR="0085747A" w:rsidRPr="00D563A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highlight w:val="yellow"/>
        </w:rPr>
      </w:pPr>
      <w:r w:rsidRPr="00D563A1">
        <w:rPr>
          <w:rFonts w:ascii="Corbel" w:hAnsi="Corbel"/>
          <w:sz w:val="24"/>
          <w:szCs w:val="24"/>
          <w:highlight w:val="yellow"/>
        </w:rPr>
        <w:t>Problematyka ćwiczeń, konwersator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Pr="00D563A1">
        <w:rPr>
          <w:rFonts w:ascii="Corbel" w:hAnsi="Corbel"/>
          <w:sz w:val="24"/>
          <w:szCs w:val="24"/>
          <w:highlight w:val="yellow"/>
        </w:rPr>
        <w:t>, laborator</w:t>
      </w:r>
      <w:r w:rsidR="005F76A3" w:rsidRPr="00D563A1">
        <w:rPr>
          <w:rFonts w:ascii="Corbel" w:hAnsi="Corbel"/>
          <w:sz w:val="24"/>
          <w:szCs w:val="24"/>
          <w:highlight w:val="yellow"/>
        </w:rPr>
        <w:t>iów</w:t>
      </w:r>
      <w:r w:rsidR="009F4610" w:rsidRPr="00D563A1">
        <w:rPr>
          <w:rFonts w:ascii="Corbel" w:hAnsi="Corbel"/>
          <w:sz w:val="24"/>
          <w:szCs w:val="24"/>
          <w:highlight w:val="yellow"/>
        </w:rPr>
        <w:t xml:space="preserve">, </w:t>
      </w:r>
      <w:r w:rsidRPr="00D563A1">
        <w:rPr>
          <w:rFonts w:ascii="Corbel" w:hAnsi="Corbel"/>
          <w:sz w:val="24"/>
          <w:szCs w:val="24"/>
          <w:highlight w:val="yellow"/>
        </w:rPr>
        <w:t xml:space="preserve">zajęć praktycznych </w:t>
      </w:r>
    </w:p>
    <w:p w14:paraId="710A470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0F0E11A" w14:textId="77777777" w:rsidTr="00E90570">
        <w:tc>
          <w:tcPr>
            <w:tcW w:w="9520" w:type="dxa"/>
          </w:tcPr>
          <w:p w14:paraId="3253B91A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06B5B2F" w14:textId="77777777" w:rsidTr="00E90570">
        <w:tc>
          <w:tcPr>
            <w:tcW w:w="9520" w:type="dxa"/>
          </w:tcPr>
          <w:p w14:paraId="43F8874D" w14:textId="633DDE2E" w:rsidR="0085747A" w:rsidRPr="00E90570" w:rsidRDefault="00E90570" w:rsidP="00E905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tematyki negocjacji</w:t>
            </w:r>
          </w:p>
        </w:tc>
      </w:tr>
      <w:tr w:rsidR="0085747A" w:rsidRPr="00B169DF" w14:paraId="0C1DBED6" w14:textId="77777777" w:rsidTr="00E90570">
        <w:tc>
          <w:tcPr>
            <w:tcW w:w="9520" w:type="dxa"/>
          </w:tcPr>
          <w:p w14:paraId="2195D51F" w14:textId="308A6FF2" w:rsidR="0085747A" w:rsidRPr="00B169DF" w:rsidRDefault="00E905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negocjacji</w:t>
            </w:r>
          </w:p>
        </w:tc>
      </w:tr>
      <w:tr w:rsidR="0085747A" w:rsidRPr="00B169DF" w14:paraId="5B030BD5" w14:textId="77777777" w:rsidTr="00E90570">
        <w:tc>
          <w:tcPr>
            <w:tcW w:w="9520" w:type="dxa"/>
          </w:tcPr>
          <w:p w14:paraId="6C2ED089" w14:textId="7661C203" w:rsidR="0085747A" w:rsidRPr="00B169DF" w:rsidRDefault="00E905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Taktyki negocjacyjne</w:t>
            </w:r>
          </w:p>
        </w:tc>
      </w:tr>
      <w:tr w:rsidR="00F33CDF" w:rsidRPr="00B169DF" w14:paraId="664D5703" w14:textId="77777777" w:rsidTr="00E90570">
        <w:tc>
          <w:tcPr>
            <w:tcW w:w="9520" w:type="dxa"/>
          </w:tcPr>
          <w:p w14:paraId="414DF218" w14:textId="56EFCEEF" w:rsidR="00F33CDF" w:rsidRPr="00B169DF" w:rsidRDefault="00E905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negocjacji (modele: harwardzki, twardy, miękki, rzeczowy)</w:t>
            </w:r>
          </w:p>
        </w:tc>
      </w:tr>
      <w:tr w:rsidR="00F33CDF" w:rsidRPr="00B169DF" w14:paraId="40F5FC75" w14:textId="77777777" w:rsidTr="00E90570">
        <w:tc>
          <w:tcPr>
            <w:tcW w:w="9520" w:type="dxa"/>
          </w:tcPr>
          <w:p w14:paraId="401000A8" w14:textId="1A0169F6" w:rsidR="00F33CDF" w:rsidRPr="00B169DF" w:rsidRDefault="00E905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Techniki wpływu społecznego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psychomanipulacja</w:t>
            </w:r>
            <w:proofErr w:type="spellEnd"/>
          </w:p>
        </w:tc>
      </w:tr>
      <w:tr w:rsidR="00F33CDF" w:rsidRPr="00B169DF" w14:paraId="1538162A" w14:textId="77777777" w:rsidTr="00E90570">
        <w:tc>
          <w:tcPr>
            <w:tcW w:w="9520" w:type="dxa"/>
          </w:tcPr>
          <w:p w14:paraId="37E2DCA9" w14:textId="64B13899" w:rsidR="00F33CDF" w:rsidRPr="00B169DF" w:rsidRDefault="00E905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niewerbalna w negocjacjach</w:t>
            </w:r>
          </w:p>
        </w:tc>
      </w:tr>
      <w:tr w:rsidR="00F33CDF" w:rsidRPr="00B169DF" w14:paraId="2937C176" w14:textId="77777777" w:rsidTr="00E90570">
        <w:tc>
          <w:tcPr>
            <w:tcW w:w="9520" w:type="dxa"/>
          </w:tcPr>
          <w:p w14:paraId="3FFEB377" w14:textId="7880BDCF" w:rsidR="00F33CDF" w:rsidRPr="00B169DF" w:rsidRDefault="00E905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ćwiczenia umiejętności negocjacyjnych</w:t>
            </w:r>
          </w:p>
        </w:tc>
      </w:tr>
      <w:tr w:rsidR="00E90570" w:rsidRPr="00B169DF" w14:paraId="7F3AAA62" w14:textId="77777777" w:rsidTr="00E90570">
        <w:tc>
          <w:tcPr>
            <w:tcW w:w="9520" w:type="dxa"/>
          </w:tcPr>
          <w:p w14:paraId="5B058E8D" w14:textId="1C03A89B" w:rsidR="00E90570" w:rsidRPr="00B169DF" w:rsidRDefault="00E90570" w:rsidP="00E905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4CB6">
              <w:rPr>
                <w:rFonts w:ascii="Corbel" w:hAnsi="Corbel"/>
                <w:sz w:val="24"/>
                <w:szCs w:val="24"/>
              </w:rPr>
              <w:t>Negocjacje indywidualne na przykładzie rozmowy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E4CB6">
              <w:rPr>
                <w:rFonts w:ascii="Corbel" w:hAnsi="Corbel"/>
                <w:sz w:val="24"/>
                <w:szCs w:val="24"/>
              </w:rPr>
              <w:t>rekrutacyjnej</w:t>
            </w:r>
          </w:p>
        </w:tc>
      </w:tr>
      <w:tr w:rsidR="00E90570" w:rsidRPr="00B169DF" w14:paraId="1BD1117C" w14:textId="77777777" w:rsidTr="00E90570">
        <w:tc>
          <w:tcPr>
            <w:tcW w:w="9520" w:type="dxa"/>
          </w:tcPr>
          <w:p w14:paraId="08A778C7" w14:textId="5A94206B" w:rsidR="00E90570" w:rsidRPr="00B169DF" w:rsidRDefault="00E90570" w:rsidP="00E905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4CB6">
              <w:rPr>
                <w:rFonts w:ascii="Corbel" w:hAnsi="Corbel"/>
                <w:sz w:val="24"/>
                <w:szCs w:val="24"/>
              </w:rPr>
              <w:t>Negocjacje pracownicze w kontekście różnic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E4CB6">
              <w:rPr>
                <w:rFonts w:ascii="Corbel" w:hAnsi="Corbel"/>
                <w:sz w:val="24"/>
                <w:szCs w:val="24"/>
              </w:rPr>
              <w:t>kulturowych</w:t>
            </w:r>
          </w:p>
        </w:tc>
      </w:tr>
    </w:tbl>
    <w:p w14:paraId="1EE9D22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011F7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2DE48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41668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1EFC830D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83C5972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E404E72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FD98FDE" w14:textId="77777777" w:rsidR="005948F6" w:rsidRDefault="005948F6" w:rsidP="005948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65A7EB" w14:textId="47B96EB9" w:rsidR="005948F6" w:rsidRPr="00B169DF" w:rsidRDefault="005948F6" w:rsidP="005948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Metoda</w:t>
      </w:r>
      <w:r w:rsidRPr="00867A12">
        <w:rPr>
          <w:rFonts w:ascii="Corbel" w:hAnsi="Corbel"/>
          <w:b w:val="0"/>
          <w:smallCaps w:val="0"/>
          <w:szCs w:val="24"/>
        </w:rPr>
        <w:t xml:space="preserve"> projektów , Inscenizacja, Dyskusja, Gra dydaktyczna, Analiza przypadków</w:t>
      </w:r>
    </w:p>
    <w:p w14:paraId="240E31B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95620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997B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637CB3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B169DF" w14:paraId="41D19892" w14:textId="77777777" w:rsidTr="00C05F44">
        <w:tc>
          <w:tcPr>
            <w:tcW w:w="1985" w:type="dxa"/>
            <w:vAlign w:val="center"/>
          </w:tcPr>
          <w:p w14:paraId="157CAE2B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B32544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80B8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F3EE486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1E88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6794E66F" w14:textId="77777777" w:rsidTr="00C05F44">
        <w:tc>
          <w:tcPr>
            <w:tcW w:w="1985" w:type="dxa"/>
          </w:tcPr>
          <w:p w14:paraId="20D6EE9C" w14:textId="1E2965A8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  <w:r w:rsidR="00564134">
              <w:rPr>
                <w:rFonts w:ascii="Corbel" w:hAnsi="Corbel"/>
                <w:b w:val="0"/>
                <w:szCs w:val="24"/>
              </w:rPr>
              <w:t xml:space="preserve"> - EK5</w:t>
            </w:r>
          </w:p>
        </w:tc>
        <w:tc>
          <w:tcPr>
            <w:tcW w:w="5528" w:type="dxa"/>
          </w:tcPr>
          <w:p w14:paraId="708C9AC7" w14:textId="051825A9" w:rsidR="0085747A" w:rsidRPr="00B169DF" w:rsidRDefault="0091580B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D7853">
              <w:rPr>
                <w:rFonts w:ascii="Corbel" w:hAnsi="Corbel"/>
                <w:b w:val="0"/>
                <w:szCs w:val="24"/>
              </w:rPr>
              <w:t>Projekt grupowy / praca w grupie</w:t>
            </w:r>
          </w:p>
        </w:tc>
        <w:tc>
          <w:tcPr>
            <w:tcW w:w="2126" w:type="dxa"/>
          </w:tcPr>
          <w:p w14:paraId="5D1AC8C4" w14:textId="3F1630F0" w:rsidR="0085747A" w:rsidRPr="00B169DF" w:rsidRDefault="00CE2F0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B169DF" w14:paraId="2388083F" w14:textId="77777777" w:rsidTr="00C05F44">
        <w:tc>
          <w:tcPr>
            <w:tcW w:w="1985" w:type="dxa"/>
          </w:tcPr>
          <w:p w14:paraId="56592B5B" w14:textId="4FFA7378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  <w:r w:rsidR="00564134">
              <w:rPr>
                <w:rFonts w:ascii="Corbel" w:hAnsi="Corbel"/>
                <w:b w:val="0"/>
                <w:szCs w:val="24"/>
              </w:rPr>
              <w:t>, EK_6-EK_</w:t>
            </w:r>
            <w:r w:rsidR="006079BE">
              <w:rPr>
                <w:rFonts w:ascii="Corbel" w:hAnsi="Corbel"/>
                <w:b w:val="0"/>
                <w:szCs w:val="24"/>
              </w:rPr>
              <w:t>09</w:t>
            </w:r>
          </w:p>
        </w:tc>
        <w:tc>
          <w:tcPr>
            <w:tcW w:w="5528" w:type="dxa"/>
          </w:tcPr>
          <w:p w14:paraId="35E125A4" w14:textId="5EB61EC8" w:rsidR="0085747A" w:rsidRPr="00B169DF" w:rsidRDefault="009158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7853">
              <w:rPr>
                <w:rFonts w:ascii="Corbel" w:hAnsi="Corbel"/>
                <w:b w:val="0"/>
                <w:szCs w:val="24"/>
              </w:rPr>
              <w:t xml:space="preserve">Przygotowanie prezentacji, </w:t>
            </w:r>
            <w:r>
              <w:rPr>
                <w:rFonts w:ascii="Corbel" w:hAnsi="Corbel"/>
                <w:b w:val="0"/>
                <w:szCs w:val="24"/>
              </w:rPr>
              <w:t xml:space="preserve">Aktywność </w:t>
            </w:r>
            <w:r w:rsidRPr="00FD7853">
              <w:rPr>
                <w:rFonts w:ascii="Corbel" w:hAnsi="Corbel"/>
                <w:b w:val="0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196DC76B" w14:textId="0E81A09D" w:rsidR="0085747A" w:rsidRPr="00B169DF" w:rsidRDefault="00CE2F0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34B1317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2FD7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09959C9" w14:textId="77777777" w:rsidTr="00923D7D">
        <w:tc>
          <w:tcPr>
            <w:tcW w:w="9670" w:type="dxa"/>
          </w:tcPr>
          <w:p w14:paraId="23F94147" w14:textId="6B7E17B3" w:rsidR="00923D7D" w:rsidRPr="00B169DF" w:rsidRDefault="00BD3B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20AC">
              <w:rPr>
                <w:rFonts w:ascii="Corbel" w:hAnsi="Corbel"/>
                <w:b w:val="0"/>
                <w:smallCaps w:val="0"/>
                <w:szCs w:val="24"/>
              </w:rPr>
              <w:t xml:space="preserve">Udział w zajęciach, aktywność podczas dyskusji nad wybranymi zagadnieniami,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 warsztatowych/praktycznych, pozytywny wynik projektu.</w:t>
            </w:r>
          </w:p>
          <w:p w14:paraId="63B0F609" w14:textId="77777777" w:rsidR="0085747A" w:rsidRDefault="00F55FE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3 – znajomość literatury, pozytywny wynik projektu, brak umiejętności wykorzystania posiadanej wiedzy w dyskusji</w:t>
            </w:r>
          </w:p>
          <w:p w14:paraId="1659EF2D" w14:textId="77777777" w:rsidR="00F55FEA" w:rsidRDefault="00F55FE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4 – znajomość wymaganej literatury, pozytywny wynik projektu, umiejętność argumentowania w dyskusji, brak samodzielnych propozycji sformułowań dotyczących możliwości rozwiązania zadanych problemów</w:t>
            </w:r>
          </w:p>
          <w:p w14:paraId="2C4A11CB" w14:textId="3ED1C084" w:rsidR="00F55FEA" w:rsidRPr="00B169DF" w:rsidRDefault="00F55FE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5 – znajomość wymaganej literatury, pozytywna ocena projektu, umiejętność argumentowania w prowadzonych dyskusjach, umiejętność samodzielnego formułowania rozwiązań omawianych problemów.</w:t>
            </w:r>
          </w:p>
        </w:tc>
      </w:tr>
    </w:tbl>
    <w:p w14:paraId="061640F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402A5C6" w14:textId="77777777" w:rsidTr="003E1941">
        <w:tc>
          <w:tcPr>
            <w:tcW w:w="4962" w:type="dxa"/>
            <w:vAlign w:val="center"/>
          </w:tcPr>
          <w:p w14:paraId="267EBE0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4CAFD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AD4F68E" w14:textId="77777777" w:rsidTr="00923D7D">
        <w:tc>
          <w:tcPr>
            <w:tcW w:w="4962" w:type="dxa"/>
          </w:tcPr>
          <w:p w14:paraId="749E482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4345AD" w14:textId="55E442BD" w:rsidR="0085747A" w:rsidRPr="00B169DF" w:rsidRDefault="006775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654D8B81" w14:textId="77777777" w:rsidTr="00923D7D">
        <w:tc>
          <w:tcPr>
            <w:tcW w:w="4962" w:type="dxa"/>
          </w:tcPr>
          <w:p w14:paraId="0703976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D420F6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014F56" w14:textId="2500FC82" w:rsidR="00C61DC5" w:rsidRPr="00B169DF" w:rsidRDefault="004C55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7F057C18" w14:textId="77777777" w:rsidTr="00923D7D">
        <w:tc>
          <w:tcPr>
            <w:tcW w:w="4962" w:type="dxa"/>
          </w:tcPr>
          <w:p w14:paraId="6AEDB80A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CBA523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F0E81D" w14:textId="1A2A62B0" w:rsidR="00C61DC5" w:rsidRPr="00B169DF" w:rsidRDefault="004C55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B169DF" w14:paraId="41E1B402" w14:textId="77777777" w:rsidTr="00923D7D">
        <w:tc>
          <w:tcPr>
            <w:tcW w:w="4962" w:type="dxa"/>
          </w:tcPr>
          <w:p w14:paraId="1076A39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6E05CF" w14:textId="7C323F1A" w:rsidR="0085747A" w:rsidRPr="00B169DF" w:rsidRDefault="004C55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B169DF" w14:paraId="3028168B" w14:textId="77777777" w:rsidTr="00923D7D">
        <w:tc>
          <w:tcPr>
            <w:tcW w:w="4962" w:type="dxa"/>
          </w:tcPr>
          <w:p w14:paraId="0AC39A7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0912EF" w14:textId="3452235C" w:rsidR="0085747A" w:rsidRPr="00B169DF" w:rsidRDefault="00902E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F5A36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005812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2E3C60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F3107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398A0A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14835628" w14:textId="77777777" w:rsidTr="0071620A">
        <w:trPr>
          <w:trHeight w:val="397"/>
        </w:trPr>
        <w:tc>
          <w:tcPr>
            <w:tcW w:w="7513" w:type="dxa"/>
          </w:tcPr>
          <w:p w14:paraId="3809889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CAE246" w14:textId="77777777" w:rsidR="009F6757" w:rsidRPr="009B2B51" w:rsidRDefault="009F6757" w:rsidP="009F67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Baczyński L.,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Sekrety skutecznych negocjacji, </w:t>
            </w:r>
            <w:r w:rsidRPr="009B2B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www.ibuk.pl/fiszka/139559/sekrety-skutecznych-negocjacji.html;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5A1302A7" w14:textId="09E07FD7" w:rsidR="009F6757" w:rsidRDefault="009F6757" w:rsidP="009F67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Bałut R.,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Skuteczne negocjacje,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1994;s. 10-47; s. 60-140</w:t>
            </w:r>
          </w:p>
          <w:p w14:paraId="192486CA" w14:textId="77777777" w:rsidR="009F6757" w:rsidRDefault="009F67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Donaldson M.C., Donaldson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Negocjacje,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1999; s. 30-50, 70-87, 120-160, 187-230.</w:t>
            </w:r>
          </w:p>
          <w:p w14:paraId="66525780" w14:textId="3916AD13" w:rsidR="009F6757" w:rsidRDefault="009F6757" w:rsidP="009F67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Krzyminiewska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Techniki negocjacji,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Poznań2015; s. 25-50, 60-82</w:t>
            </w:r>
          </w:p>
          <w:p w14:paraId="1CF0D3D5" w14:textId="267F9246" w:rsidR="00892970" w:rsidRPr="00351E54" w:rsidRDefault="00892970" w:rsidP="0089297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1E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Meyer 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351E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Sztuka argumentacji, jak wygrać każdy spór, Gdańsk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2008; s. 10-35, 47-85, 140-</w:t>
            </w:r>
            <w:r w:rsidR="009F36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158</w:t>
            </w:r>
          </w:p>
          <w:p w14:paraId="3157E89B" w14:textId="7720E95C" w:rsidR="009F6757" w:rsidRPr="00B169DF" w:rsidRDefault="009F67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7458DD74" w14:textId="77777777" w:rsidTr="0071620A">
        <w:trPr>
          <w:trHeight w:val="397"/>
        </w:trPr>
        <w:tc>
          <w:tcPr>
            <w:tcW w:w="7513" w:type="dxa"/>
          </w:tcPr>
          <w:p w14:paraId="3CE30E9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6009E0" w14:textId="3A1A3793" w:rsidR="009F36E6" w:rsidRDefault="009F36E6" w:rsidP="009F36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Fisher R., Ury W.,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Dochodząc do TAK. Negocjowanie bez poddawania się,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1990; s. 30-78, 179-228</w:t>
            </w:r>
          </w:p>
          <w:p w14:paraId="0D8CF9D3" w14:textId="77777777" w:rsidR="009F36E6" w:rsidRPr="009F36E6" w:rsidRDefault="009F36E6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1034A8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2863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343A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96DC7" w14:textId="77777777" w:rsidR="00E065DD" w:rsidRDefault="00E065DD" w:rsidP="00C16ABF">
      <w:pPr>
        <w:spacing w:after="0" w:line="240" w:lineRule="auto"/>
      </w:pPr>
      <w:r>
        <w:separator/>
      </w:r>
    </w:p>
  </w:endnote>
  <w:endnote w:type="continuationSeparator" w:id="0">
    <w:p w14:paraId="39D7214E" w14:textId="77777777" w:rsidR="00E065DD" w:rsidRDefault="00E065D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40EBA" w14:textId="77777777" w:rsidR="00E065DD" w:rsidRDefault="00E065DD" w:rsidP="00C16ABF">
      <w:pPr>
        <w:spacing w:after="0" w:line="240" w:lineRule="auto"/>
      </w:pPr>
      <w:r>
        <w:separator/>
      </w:r>
    </w:p>
  </w:footnote>
  <w:footnote w:type="continuationSeparator" w:id="0">
    <w:p w14:paraId="23245710" w14:textId="77777777" w:rsidR="00E065DD" w:rsidRDefault="00E065DD" w:rsidP="00C16ABF">
      <w:pPr>
        <w:spacing w:after="0" w:line="240" w:lineRule="auto"/>
      </w:pPr>
      <w:r>
        <w:continuationSeparator/>
      </w:r>
    </w:p>
  </w:footnote>
  <w:footnote w:id="1">
    <w:p w14:paraId="6E5D6C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C76A5"/>
    <w:multiLevelType w:val="hybridMultilevel"/>
    <w:tmpl w:val="28A0F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95733667">
    <w:abstractNumId w:val="1"/>
  </w:num>
  <w:num w:numId="2" w16cid:durableId="148061372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BF7"/>
    <w:rsid w:val="00015B8F"/>
    <w:rsid w:val="00022ECE"/>
    <w:rsid w:val="000328D7"/>
    <w:rsid w:val="00042A51"/>
    <w:rsid w:val="00042D2E"/>
    <w:rsid w:val="00044C82"/>
    <w:rsid w:val="0004535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0551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C0B0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2DA6"/>
    <w:rsid w:val="00244ABC"/>
    <w:rsid w:val="00250B6A"/>
    <w:rsid w:val="00281FF2"/>
    <w:rsid w:val="002857DE"/>
    <w:rsid w:val="00291567"/>
    <w:rsid w:val="002A22BF"/>
    <w:rsid w:val="002A2389"/>
    <w:rsid w:val="002A382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6A45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C55EE"/>
    <w:rsid w:val="004D31C0"/>
    <w:rsid w:val="004D5282"/>
    <w:rsid w:val="004F1551"/>
    <w:rsid w:val="004F155B"/>
    <w:rsid w:val="004F55A3"/>
    <w:rsid w:val="0050496F"/>
    <w:rsid w:val="00511744"/>
    <w:rsid w:val="00513B6F"/>
    <w:rsid w:val="00517C63"/>
    <w:rsid w:val="005363C4"/>
    <w:rsid w:val="00536BDE"/>
    <w:rsid w:val="00543ACC"/>
    <w:rsid w:val="00550ECF"/>
    <w:rsid w:val="00554473"/>
    <w:rsid w:val="00564134"/>
    <w:rsid w:val="0056696D"/>
    <w:rsid w:val="0059484D"/>
    <w:rsid w:val="005948F6"/>
    <w:rsid w:val="005A0855"/>
    <w:rsid w:val="005A3196"/>
    <w:rsid w:val="005C080F"/>
    <w:rsid w:val="005C55E5"/>
    <w:rsid w:val="005C696A"/>
    <w:rsid w:val="005E6E85"/>
    <w:rsid w:val="005F31D2"/>
    <w:rsid w:val="005F76A3"/>
    <w:rsid w:val="006079BE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56A"/>
    <w:rsid w:val="00696477"/>
    <w:rsid w:val="006D050F"/>
    <w:rsid w:val="006D6139"/>
    <w:rsid w:val="006E5D65"/>
    <w:rsid w:val="006F1282"/>
    <w:rsid w:val="006F1FBC"/>
    <w:rsid w:val="006F31E2"/>
    <w:rsid w:val="006F791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6E8"/>
    <w:rsid w:val="007C3299"/>
    <w:rsid w:val="007C3BCC"/>
    <w:rsid w:val="007C4546"/>
    <w:rsid w:val="007D6E56"/>
    <w:rsid w:val="007F4155"/>
    <w:rsid w:val="00802C28"/>
    <w:rsid w:val="008123BA"/>
    <w:rsid w:val="00813873"/>
    <w:rsid w:val="0081554D"/>
    <w:rsid w:val="0081707E"/>
    <w:rsid w:val="00840351"/>
    <w:rsid w:val="008449B3"/>
    <w:rsid w:val="008552A2"/>
    <w:rsid w:val="0085747A"/>
    <w:rsid w:val="00884922"/>
    <w:rsid w:val="00885F64"/>
    <w:rsid w:val="008917F9"/>
    <w:rsid w:val="0089297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E91"/>
    <w:rsid w:val="0091580B"/>
    <w:rsid w:val="00916188"/>
    <w:rsid w:val="00923D7D"/>
    <w:rsid w:val="009508DF"/>
    <w:rsid w:val="00950DAC"/>
    <w:rsid w:val="00954A07"/>
    <w:rsid w:val="00973886"/>
    <w:rsid w:val="00997F14"/>
    <w:rsid w:val="009A78D9"/>
    <w:rsid w:val="009C3E31"/>
    <w:rsid w:val="009C54AE"/>
    <w:rsid w:val="009C788E"/>
    <w:rsid w:val="009D3F3B"/>
    <w:rsid w:val="009E0543"/>
    <w:rsid w:val="009E3B41"/>
    <w:rsid w:val="009F36E6"/>
    <w:rsid w:val="009F3C5C"/>
    <w:rsid w:val="009F4610"/>
    <w:rsid w:val="009F6757"/>
    <w:rsid w:val="00A00ECC"/>
    <w:rsid w:val="00A155EE"/>
    <w:rsid w:val="00A2245B"/>
    <w:rsid w:val="00A30110"/>
    <w:rsid w:val="00A36899"/>
    <w:rsid w:val="00A371F6"/>
    <w:rsid w:val="00A41551"/>
    <w:rsid w:val="00A429C3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2117"/>
    <w:rsid w:val="00B06142"/>
    <w:rsid w:val="00B12D2B"/>
    <w:rsid w:val="00B135B1"/>
    <w:rsid w:val="00B1435F"/>
    <w:rsid w:val="00B169DF"/>
    <w:rsid w:val="00B2612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186B"/>
    <w:rsid w:val="00BB520A"/>
    <w:rsid w:val="00BD3869"/>
    <w:rsid w:val="00BD3BF9"/>
    <w:rsid w:val="00BD66E9"/>
    <w:rsid w:val="00BD6FF4"/>
    <w:rsid w:val="00BF28F0"/>
    <w:rsid w:val="00BF2C41"/>
    <w:rsid w:val="00C058B4"/>
    <w:rsid w:val="00C05F44"/>
    <w:rsid w:val="00C131B5"/>
    <w:rsid w:val="00C16ABF"/>
    <w:rsid w:val="00C170AE"/>
    <w:rsid w:val="00C21983"/>
    <w:rsid w:val="00C26CB7"/>
    <w:rsid w:val="00C324C1"/>
    <w:rsid w:val="00C36992"/>
    <w:rsid w:val="00C4056B"/>
    <w:rsid w:val="00C457CE"/>
    <w:rsid w:val="00C56036"/>
    <w:rsid w:val="00C61DC5"/>
    <w:rsid w:val="00C67E92"/>
    <w:rsid w:val="00C70A26"/>
    <w:rsid w:val="00C766DF"/>
    <w:rsid w:val="00C94B98"/>
    <w:rsid w:val="00CA2B96"/>
    <w:rsid w:val="00CA5089"/>
    <w:rsid w:val="00CB7BE5"/>
    <w:rsid w:val="00CB7EF2"/>
    <w:rsid w:val="00CD6897"/>
    <w:rsid w:val="00CE2F0E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563A1"/>
    <w:rsid w:val="00D608D1"/>
    <w:rsid w:val="00D74119"/>
    <w:rsid w:val="00D8075B"/>
    <w:rsid w:val="00D8678B"/>
    <w:rsid w:val="00D93F6A"/>
    <w:rsid w:val="00DA2114"/>
    <w:rsid w:val="00DE09C0"/>
    <w:rsid w:val="00DE4A14"/>
    <w:rsid w:val="00DF320D"/>
    <w:rsid w:val="00DF71C8"/>
    <w:rsid w:val="00E065DD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0570"/>
    <w:rsid w:val="00E960BB"/>
    <w:rsid w:val="00EA2074"/>
    <w:rsid w:val="00EA4832"/>
    <w:rsid w:val="00EA4E9D"/>
    <w:rsid w:val="00EC4899"/>
    <w:rsid w:val="00ED03AB"/>
    <w:rsid w:val="00ED32D2"/>
    <w:rsid w:val="00ED7847"/>
    <w:rsid w:val="00EE32DE"/>
    <w:rsid w:val="00EE5457"/>
    <w:rsid w:val="00EF2B46"/>
    <w:rsid w:val="00F070AB"/>
    <w:rsid w:val="00F14C81"/>
    <w:rsid w:val="00F16F1C"/>
    <w:rsid w:val="00F17567"/>
    <w:rsid w:val="00F27A7B"/>
    <w:rsid w:val="00F33CDF"/>
    <w:rsid w:val="00F526AF"/>
    <w:rsid w:val="00F55FEA"/>
    <w:rsid w:val="00F617C3"/>
    <w:rsid w:val="00F61A26"/>
    <w:rsid w:val="00F7066B"/>
    <w:rsid w:val="00F83B28"/>
    <w:rsid w:val="00F974DA"/>
    <w:rsid w:val="00FA46E5"/>
    <w:rsid w:val="00FB7D34"/>
    <w:rsid w:val="00FB7DBA"/>
    <w:rsid w:val="00FC1C25"/>
    <w:rsid w:val="00FC381E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045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4EB4D-2146-4891-9C2E-07DB0AC5B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248</TotalTime>
  <Pages>4</Pages>
  <Words>989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41</cp:revision>
  <cp:lastPrinted>2019-02-06T12:12:00Z</cp:lastPrinted>
  <dcterms:created xsi:type="dcterms:W3CDTF">2023-10-02T12:20:00Z</dcterms:created>
  <dcterms:modified xsi:type="dcterms:W3CDTF">2025-06-30T11:18:00Z</dcterms:modified>
</cp:coreProperties>
</file>